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F5F65">
        <w:rPr>
          <w:rFonts w:ascii="Corbel" w:hAnsi="Corbel"/>
          <w:i/>
          <w:smallCaps/>
          <w:sz w:val="24"/>
          <w:szCs w:val="24"/>
        </w:rPr>
        <w:t xml:space="preserve">2019 – </w:t>
      </w:r>
      <w:r w:rsidR="00FE509F">
        <w:rPr>
          <w:rFonts w:ascii="Corbel" w:hAnsi="Corbel"/>
          <w:i/>
          <w:smallCaps/>
          <w:sz w:val="24"/>
          <w:szCs w:val="24"/>
        </w:rPr>
        <w:t>2024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27101">
        <w:rPr>
          <w:rFonts w:ascii="Corbel" w:hAnsi="Corbel"/>
          <w:sz w:val="20"/>
          <w:szCs w:val="20"/>
        </w:rPr>
        <w:t>2022</w:t>
      </w:r>
      <w:r w:rsidR="006F5F65">
        <w:rPr>
          <w:rFonts w:ascii="Corbel" w:hAnsi="Corbel"/>
          <w:sz w:val="20"/>
          <w:szCs w:val="20"/>
        </w:rPr>
        <w:t>/</w:t>
      </w:r>
      <w:r w:rsidR="00F27101">
        <w:rPr>
          <w:rFonts w:ascii="Corbel" w:hAnsi="Corbel"/>
          <w:sz w:val="20"/>
          <w:szCs w:val="20"/>
        </w:rPr>
        <w:t>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0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83B0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D2720" w:rsidP="00170EA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170EA9">
              <w:rPr>
                <w:rFonts w:ascii="Corbel" w:hAnsi="Corbel"/>
                <w:b w:val="0"/>
                <w:sz w:val="24"/>
                <w:szCs w:val="24"/>
              </w:rPr>
              <w:t xml:space="preserve"> Wychowania Fizycznego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6F5F6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F5F65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  <w:bookmarkStart w:id="0" w:name="_GoBack"/>
        <w:bookmarkEnd w:id="0"/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F5F65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6A7344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F5F65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7 i 8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C468B0" w:rsidRDefault="006A603B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C468B0" w:rsidRPr="00C468B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C468B0" w:rsidRPr="00C468B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68B0" w:rsidRPr="00C468B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F5F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A04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755C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F5F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A73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D44E5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12080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6A603B" w:rsidRPr="00063C80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wojowymi i edukacyjnymi.</w:t>
            </w:r>
          </w:p>
        </w:tc>
        <w:tc>
          <w:tcPr>
            <w:tcW w:w="1873" w:type="dxa"/>
          </w:tcPr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7344" w:rsidRDefault="006A7344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6A603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6A603B" w:rsidRPr="007C7AEB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6A603B" w:rsidRPr="00A45093" w:rsidRDefault="006A603B" w:rsidP="00FA3C00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dostosować zadania ruchowe do indywidualnych potrzeb i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6A603B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lastRenderedPageBreak/>
              <w:t>PPiW.U04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 xml:space="preserve">PPiW.U09 </w:t>
            </w:r>
          </w:p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6A603B" w:rsidRPr="009C54AE" w:rsidTr="00A45093">
        <w:tc>
          <w:tcPr>
            <w:tcW w:w="1701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6A603B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6A603B" w:rsidRPr="00A45093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6A603B" w:rsidRPr="00A45093" w:rsidRDefault="006A603B" w:rsidP="00FA3C0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6F5F65" w:rsidRPr="009C54AE" w:rsidRDefault="006F5F6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6F5F65" w:rsidRDefault="0085747A" w:rsidP="006F5F6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F5F65" w:rsidRDefault="0085747A" w:rsidP="006F5F6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</w:t>
            </w:r>
            <w:r w:rsidRPr="00803E6B">
              <w:rPr>
                <w:rFonts w:ascii="Corbel" w:hAnsi="Corbel"/>
                <w:sz w:val="24"/>
                <w:szCs w:val="24"/>
              </w:rPr>
              <w:t>a</w:t>
            </w:r>
            <w:r w:rsidRPr="00803E6B">
              <w:rPr>
                <w:rFonts w:ascii="Corbel" w:hAnsi="Corbel"/>
                <w:sz w:val="24"/>
                <w:szCs w:val="24"/>
              </w:rPr>
              <w:t>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Pr="006F5F65" w:rsidRDefault="00153C41" w:rsidP="006F5F6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6A603B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85747A" w:rsidRPr="009C54AE" w:rsidRDefault="0085747A" w:rsidP="001208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603B" w:rsidRPr="009C54AE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6A603B" w:rsidRPr="009C54AE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 prowadzenie części z</w:t>
            </w:r>
            <w:r w:rsidRPr="00B24C14">
              <w:rPr>
                <w:rFonts w:ascii="Corbel" w:hAnsi="Corbel"/>
                <w:sz w:val="24"/>
                <w:szCs w:val="24"/>
              </w:rPr>
              <w:t>a</w:t>
            </w:r>
            <w:r w:rsidRPr="00B24C14">
              <w:rPr>
                <w:rFonts w:ascii="Corbel" w:hAnsi="Corbel"/>
                <w:sz w:val="24"/>
                <w:szCs w:val="24"/>
              </w:rPr>
              <w:t xml:space="preserve">jęć, wypowiedź, </w:t>
            </w:r>
            <w:r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6A603B" w:rsidRPr="00803E6B" w:rsidTr="008B248B">
        <w:tc>
          <w:tcPr>
            <w:tcW w:w="1974" w:type="dxa"/>
          </w:tcPr>
          <w:p w:rsidR="006A603B" w:rsidRPr="00A45093" w:rsidRDefault="006A603B" w:rsidP="00FA3C0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85" w:type="dxa"/>
          </w:tcPr>
          <w:p w:rsidR="006A603B" w:rsidRPr="00B24C14" w:rsidRDefault="006A603B" w:rsidP="00FA3C0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 obserwacja w trakcie zajęć.</w:t>
            </w:r>
          </w:p>
        </w:tc>
        <w:tc>
          <w:tcPr>
            <w:tcW w:w="2287" w:type="dxa"/>
            <w:vAlign w:val="center"/>
          </w:tcPr>
          <w:p w:rsidR="006A603B" w:rsidRPr="008B248B" w:rsidRDefault="006A603B" w:rsidP="008B248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B248B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8B248B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8B248B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6F5F65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6F5F65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6F5F65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120803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120803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</w:t>
            </w:r>
            <w:r w:rsidR="0045729E">
              <w:rPr>
                <w:rFonts w:ascii="Corbel" w:hAnsi="Corbel"/>
                <w:sz w:val="24"/>
                <w:szCs w:val="24"/>
              </w:rPr>
              <w:t>c</w:t>
            </w:r>
            <w:r w:rsidR="0045729E">
              <w:rPr>
                <w:rFonts w:ascii="Corbel" w:hAnsi="Corbel"/>
                <w:sz w:val="24"/>
                <w:szCs w:val="24"/>
              </w:rPr>
              <w:t>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120803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7444BB" w:rsidRPr="009C54AE" w:rsidRDefault="007444BB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6A7344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120803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D02EDA" w:rsidP="001D57A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1208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12080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szawa, 2002.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y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tetu Rzeszowskiego, Rzeszów, 2013.</w:t>
            </w:r>
          </w:p>
          <w:p w:rsid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r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szawa, 2006.</w:t>
            </w:r>
          </w:p>
          <w:p w:rsidR="00EA45F2" w:rsidRPr="00EA45F2" w:rsidRDefault="00EA45F2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Madejski E., Węglarz J., Wybrane zagadnienia współczesnej metodyki wychowania fizycznego, Podręcznik dla nauczycieli i studentów, I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puls, 2017.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F5F65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F5F65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F5F65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jc w:val="both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AB4" w:rsidRDefault="00B72AB4" w:rsidP="00C16ABF">
      <w:pPr>
        <w:spacing w:after="0" w:line="240" w:lineRule="auto"/>
      </w:pPr>
      <w:r>
        <w:separator/>
      </w:r>
    </w:p>
  </w:endnote>
  <w:endnote w:type="continuationSeparator" w:id="0">
    <w:p w:rsidR="00B72AB4" w:rsidRDefault="00B72A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AB4" w:rsidRDefault="00B72AB4" w:rsidP="00C16ABF">
      <w:pPr>
        <w:spacing w:after="0" w:line="240" w:lineRule="auto"/>
      </w:pPr>
      <w:r>
        <w:separator/>
      </w:r>
    </w:p>
  </w:footnote>
  <w:footnote w:type="continuationSeparator" w:id="0">
    <w:p w:rsidR="00B72AB4" w:rsidRDefault="00B72AB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080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EA9"/>
    <w:rsid w:val="001718A7"/>
    <w:rsid w:val="001737CF"/>
    <w:rsid w:val="00176083"/>
    <w:rsid w:val="001770C7"/>
    <w:rsid w:val="00192F37"/>
    <w:rsid w:val="001A70D2"/>
    <w:rsid w:val="001D57AF"/>
    <w:rsid w:val="001D657B"/>
    <w:rsid w:val="001D7B54"/>
    <w:rsid w:val="001E0209"/>
    <w:rsid w:val="001F2CA2"/>
    <w:rsid w:val="0020166F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5C0"/>
    <w:rsid w:val="002B4D55"/>
    <w:rsid w:val="002B5EA0"/>
    <w:rsid w:val="002B6119"/>
    <w:rsid w:val="002C1F06"/>
    <w:rsid w:val="002D3375"/>
    <w:rsid w:val="002D73D4"/>
    <w:rsid w:val="002D7BF9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5B51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03B"/>
    <w:rsid w:val="006A7344"/>
    <w:rsid w:val="006D050F"/>
    <w:rsid w:val="006D6139"/>
    <w:rsid w:val="006E5D65"/>
    <w:rsid w:val="006F1282"/>
    <w:rsid w:val="006F1FBC"/>
    <w:rsid w:val="006F31E2"/>
    <w:rsid w:val="006F5F65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3BF1"/>
    <w:rsid w:val="00766FD4"/>
    <w:rsid w:val="0078168C"/>
    <w:rsid w:val="00783B07"/>
    <w:rsid w:val="00787C2A"/>
    <w:rsid w:val="00790E27"/>
    <w:rsid w:val="007A0471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B248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44E5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8CB"/>
    <w:rsid w:val="00B06142"/>
    <w:rsid w:val="00B135B1"/>
    <w:rsid w:val="00B3130B"/>
    <w:rsid w:val="00B40ADB"/>
    <w:rsid w:val="00B43B77"/>
    <w:rsid w:val="00B43E80"/>
    <w:rsid w:val="00B607DB"/>
    <w:rsid w:val="00B66529"/>
    <w:rsid w:val="00B72AB4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8B0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2720"/>
    <w:rsid w:val="00CD6897"/>
    <w:rsid w:val="00CE5BAC"/>
    <w:rsid w:val="00CF25BE"/>
    <w:rsid w:val="00CF78ED"/>
    <w:rsid w:val="00D02B25"/>
    <w:rsid w:val="00D02EBA"/>
    <w:rsid w:val="00D02EDA"/>
    <w:rsid w:val="00D17C3C"/>
    <w:rsid w:val="00D25873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B40A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17A8"/>
    <w:rsid w:val="00E51E44"/>
    <w:rsid w:val="00E63348"/>
    <w:rsid w:val="00E755C9"/>
    <w:rsid w:val="00E77E88"/>
    <w:rsid w:val="00E8107D"/>
    <w:rsid w:val="00E960BB"/>
    <w:rsid w:val="00EA2074"/>
    <w:rsid w:val="00EA45F2"/>
    <w:rsid w:val="00EA4832"/>
    <w:rsid w:val="00EA4E9D"/>
    <w:rsid w:val="00EC4899"/>
    <w:rsid w:val="00ED03AB"/>
    <w:rsid w:val="00ED32D2"/>
    <w:rsid w:val="00EE32DE"/>
    <w:rsid w:val="00EE5457"/>
    <w:rsid w:val="00F070AB"/>
    <w:rsid w:val="00F11CAE"/>
    <w:rsid w:val="00F17567"/>
    <w:rsid w:val="00F27101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946FD2-390E-4ADC-87D9-BB59214DA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1</Pages>
  <Words>1141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2019-10-28T08:06:00Z</dcterms:created>
  <dcterms:modified xsi:type="dcterms:W3CDTF">2021-01-21T11:53:00Z</dcterms:modified>
</cp:coreProperties>
</file>